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4FE" w:rsidRDefault="00F154FE" w:rsidP="008D4A17">
      <w:pPr>
        <w:pStyle w:val="Default"/>
        <w:jc w:val="center"/>
        <w:rPr>
          <w:b/>
          <w:bCs/>
          <w:sz w:val="32"/>
          <w:szCs w:val="32"/>
        </w:rPr>
      </w:pPr>
      <w:r w:rsidRPr="008D4A17">
        <w:rPr>
          <w:b/>
          <w:bCs/>
          <w:sz w:val="32"/>
          <w:szCs w:val="32"/>
        </w:rPr>
        <w:t>Анализ  деятельности учителя МБОУ «СОШ№2 города Лесосибирска»</w:t>
      </w:r>
    </w:p>
    <w:p w:rsidR="00F154FE" w:rsidRPr="008D4A17" w:rsidRDefault="00F154FE" w:rsidP="008D4A17">
      <w:pPr>
        <w:pStyle w:val="Default"/>
        <w:jc w:val="center"/>
        <w:rPr>
          <w:b/>
          <w:bCs/>
          <w:sz w:val="32"/>
          <w:szCs w:val="32"/>
        </w:rPr>
      </w:pPr>
    </w:p>
    <w:p w:rsidR="00F154FE" w:rsidRDefault="00F154FE" w:rsidP="00842C48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Цель: </w:t>
      </w:r>
      <w:r w:rsidRPr="00C74ED5">
        <w:rPr>
          <w:i/>
          <w:iCs/>
          <w:sz w:val="28"/>
          <w:szCs w:val="28"/>
        </w:rPr>
        <w:t>выборка примеров метапредметны</w:t>
      </w:r>
      <w:r>
        <w:rPr>
          <w:i/>
          <w:iCs/>
          <w:sz w:val="28"/>
          <w:szCs w:val="28"/>
        </w:rPr>
        <w:t>х результаов</w:t>
      </w:r>
      <w:r w:rsidRPr="00C74ED5">
        <w:rPr>
          <w:i/>
          <w:iCs/>
          <w:sz w:val="28"/>
          <w:szCs w:val="28"/>
        </w:rPr>
        <w:t xml:space="preserve"> из урочной и внеурочной деятельности учителя-предметника</w:t>
      </w:r>
    </w:p>
    <w:p w:rsidR="00F154FE" w:rsidRDefault="00F154FE" w:rsidP="00842C4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Учитель______________________________</w:t>
      </w:r>
    </w:p>
    <w:p w:rsidR="00F154FE" w:rsidRDefault="00F154FE" w:rsidP="00842C4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Предмет______________________________</w:t>
      </w:r>
    </w:p>
    <w:p w:rsidR="00F154FE" w:rsidRDefault="00F154FE" w:rsidP="00842C48">
      <w:pPr>
        <w:pStyle w:val="Default"/>
        <w:rPr>
          <w:sz w:val="28"/>
          <w:szCs w:val="28"/>
        </w:rPr>
      </w:pPr>
    </w:p>
    <w:tbl>
      <w:tblPr>
        <w:tblW w:w="1603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07"/>
        <w:gridCol w:w="1217"/>
        <w:gridCol w:w="2408"/>
        <w:gridCol w:w="2503"/>
      </w:tblGrid>
      <w:tr w:rsidR="00F154FE" w:rsidRPr="00C30F92" w:rsidTr="008D4A17">
        <w:tc>
          <w:tcPr>
            <w:tcW w:w="10008" w:type="dxa"/>
          </w:tcPr>
          <w:p w:rsidR="00F154FE" w:rsidRPr="008D4A17" w:rsidRDefault="00F154FE" w:rsidP="008D4A17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:rsidR="00F154FE" w:rsidRPr="008D4A17" w:rsidRDefault="00F154FE" w:rsidP="008D4A17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8D4A17">
              <w:rPr>
                <w:b/>
                <w:bCs/>
                <w:sz w:val="32"/>
                <w:szCs w:val="32"/>
              </w:rPr>
              <w:t>Метапредметные результаты ФГОС ООО</w:t>
            </w:r>
          </w:p>
        </w:tc>
        <w:tc>
          <w:tcPr>
            <w:tcW w:w="1217" w:type="dxa"/>
          </w:tcPr>
          <w:p w:rsidR="00F154FE" w:rsidRPr="008D4A17" w:rsidRDefault="00F154FE" w:rsidP="008D4A17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8D4A17">
              <w:rPr>
                <w:b/>
                <w:bCs/>
                <w:sz w:val="28"/>
                <w:szCs w:val="28"/>
              </w:rPr>
              <w:t>Ступень школы</w:t>
            </w:r>
          </w:p>
        </w:tc>
        <w:tc>
          <w:tcPr>
            <w:tcW w:w="2418" w:type="dxa"/>
          </w:tcPr>
          <w:p w:rsidR="00F154FE" w:rsidRPr="008D4A17" w:rsidRDefault="00F154FE" w:rsidP="008D4A17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8D4A17">
              <w:rPr>
                <w:b/>
                <w:bCs/>
                <w:sz w:val="28"/>
                <w:szCs w:val="28"/>
              </w:rPr>
              <w:t>Прецеденты учительской практики</w:t>
            </w:r>
          </w:p>
        </w:tc>
        <w:tc>
          <w:tcPr>
            <w:tcW w:w="2392" w:type="dxa"/>
          </w:tcPr>
          <w:p w:rsidR="00F154FE" w:rsidRPr="008D4A17" w:rsidRDefault="00F154FE" w:rsidP="008D4A17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8D4A17">
              <w:rPr>
                <w:b/>
                <w:bCs/>
                <w:sz w:val="28"/>
                <w:szCs w:val="28"/>
              </w:rPr>
              <w:t>Дефициты (методические, организационные, управленческие)</w:t>
            </w:r>
          </w:p>
        </w:tc>
      </w:tr>
      <w:tr w:rsidR="00F154FE" w:rsidRPr="00C30F92" w:rsidTr="008D4A17">
        <w:trPr>
          <w:trHeight w:val="1231"/>
        </w:trPr>
        <w:tc>
          <w:tcPr>
            <w:tcW w:w="10008" w:type="dxa"/>
          </w:tcPr>
          <w:p w:rsidR="00F154FE" w:rsidRPr="008D4A17" w:rsidRDefault="00F154FE" w:rsidP="008D4A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D4A17">
              <w:rPr>
                <w:rFonts w:ascii="Times New Roman" w:hAnsi="Times New Roman" w:cs="Times New Roman"/>
                <w:sz w:val="32"/>
                <w:szCs w:val="32"/>
              </w:rPr>
              <w:t xml:space="preserve">умение самостоятельно определять цели и задачи  своего обучения, развивать мотивы и интересы своей познавательной деятельности </w:t>
            </w:r>
          </w:p>
        </w:tc>
        <w:tc>
          <w:tcPr>
            <w:tcW w:w="1217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418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392" w:type="dxa"/>
          </w:tcPr>
          <w:p w:rsidR="00F154FE" w:rsidRPr="00C30F92" w:rsidRDefault="00F154FE" w:rsidP="00842C48">
            <w:pPr>
              <w:pStyle w:val="Default"/>
            </w:pPr>
          </w:p>
        </w:tc>
      </w:tr>
      <w:tr w:rsidR="00F154FE" w:rsidRPr="00C30F92" w:rsidTr="008D4A17">
        <w:tc>
          <w:tcPr>
            <w:tcW w:w="10008" w:type="dxa"/>
          </w:tcPr>
          <w:p w:rsidR="00F154FE" w:rsidRPr="008D4A17" w:rsidRDefault="00F154FE" w:rsidP="008D4A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D4A17">
              <w:rPr>
                <w:rFonts w:ascii="Times New Roman" w:hAnsi="Times New Roman" w:cs="Times New Roman"/>
                <w:sz w:val="32"/>
                <w:szCs w:val="32"/>
              </w:rPr>
              <w:t xml:space="preserve"> умение самостоятельно планировать пути достижения целей, осознанно выбирать наиболее эффективные способы решения учебных и познавательных задач</w:t>
            </w:r>
          </w:p>
        </w:tc>
        <w:tc>
          <w:tcPr>
            <w:tcW w:w="1217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418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392" w:type="dxa"/>
          </w:tcPr>
          <w:p w:rsidR="00F154FE" w:rsidRPr="00C30F92" w:rsidRDefault="00F154FE" w:rsidP="00842C48">
            <w:pPr>
              <w:pStyle w:val="Default"/>
            </w:pPr>
          </w:p>
        </w:tc>
      </w:tr>
      <w:tr w:rsidR="00F154FE" w:rsidRPr="00C30F92" w:rsidTr="008D4A17">
        <w:tc>
          <w:tcPr>
            <w:tcW w:w="10008" w:type="dxa"/>
          </w:tcPr>
          <w:p w:rsidR="00F154FE" w:rsidRPr="008D4A17" w:rsidRDefault="00F154FE" w:rsidP="008D4A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D4A17">
              <w:rPr>
                <w:rFonts w:ascii="Times New Roman" w:hAnsi="Times New Roman" w:cs="Times New Roman"/>
                <w:sz w:val="32"/>
                <w:szCs w:val="32"/>
              </w:rPr>
              <w:t>умение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 и требований</w:t>
            </w:r>
          </w:p>
        </w:tc>
        <w:tc>
          <w:tcPr>
            <w:tcW w:w="1217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418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392" w:type="dxa"/>
          </w:tcPr>
          <w:p w:rsidR="00F154FE" w:rsidRPr="00C30F92" w:rsidRDefault="00F154FE" w:rsidP="00842C48">
            <w:pPr>
              <w:pStyle w:val="Default"/>
            </w:pPr>
          </w:p>
        </w:tc>
      </w:tr>
      <w:tr w:rsidR="00F154FE" w:rsidRPr="00C30F92" w:rsidTr="008D4A17">
        <w:tc>
          <w:tcPr>
            <w:tcW w:w="10008" w:type="dxa"/>
          </w:tcPr>
          <w:p w:rsidR="00F154FE" w:rsidRPr="008D4A17" w:rsidRDefault="00F154FE" w:rsidP="008D4A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D4A17">
              <w:rPr>
                <w:rFonts w:ascii="Times New Roman" w:hAnsi="Times New Roman" w:cs="Times New Roman"/>
                <w:sz w:val="32"/>
                <w:szCs w:val="32"/>
              </w:rPr>
              <w:t xml:space="preserve"> владение основами самоконтроля, самооценки</w:t>
            </w:r>
          </w:p>
        </w:tc>
        <w:tc>
          <w:tcPr>
            <w:tcW w:w="1217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418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392" w:type="dxa"/>
          </w:tcPr>
          <w:p w:rsidR="00F154FE" w:rsidRPr="00C30F92" w:rsidRDefault="00F154FE" w:rsidP="00842C48">
            <w:pPr>
              <w:pStyle w:val="Default"/>
            </w:pPr>
          </w:p>
        </w:tc>
      </w:tr>
      <w:tr w:rsidR="00F154FE" w:rsidRPr="00C30F92" w:rsidTr="008D4A17">
        <w:tc>
          <w:tcPr>
            <w:tcW w:w="10008" w:type="dxa"/>
          </w:tcPr>
          <w:p w:rsidR="00F154FE" w:rsidRPr="008D4A17" w:rsidRDefault="00F154FE" w:rsidP="008D4A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D4A17">
              <w:rPr>
                <w:rFonts w:ascii="Times New Roman" w:hAnsi="Times New Roman" w:cs="Times New Roman"/>
                <w:sz w:val="32"/>
                <w:szCs w:val="32"/>
              </w:rPr>
              <w:t xml:space="preserve">умение создавать, применять и преобразовывать знаки и символы, модели и схемы для решения учебных и познавательных задач </w:t>
            </w:r>
          </w:p>
        </w:tc>
        <w:tc>
          <w:tcPr>
            <w:tcW w:w="1217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418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392" w:type="dxa"/>
          </w:tcPr>
          <w:p w:rsidR="00F154FE" w:rsidRPr="00C30F92" w:rsidRDefault="00F154FE" w:rsidP="00842C48">
            <w:pPr>
              <w:pStyle w:val="Default"/>
            </w:pPr>
          </w:p>
        </w:tc>
      </w:tr>
      <w:tr w:rsidR="00F154FE" w:rsidRPr="00C30F92" w:rsidTr="008D4A17">
        <w:tc>
          <w:tcPr>
            <w:tcW w:w="10008" w:type="dxa"/>
          </w:tcPr>
          <w:p w:rsidR="00F154FE" w:rsidRPr="008D4A17" w:rsidRDefault="00F154FE" w:rsidP="008D4A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D4A17">
              <w:rPr>
                <w:rFonts w:ascii="Times New Roman" w:hAnsi="Times New Roman" w:cs="Times New Roman"/>
                <w:sz w:val="32"/>
                <w:szCs w:val="32"/>
              </w:rPr>
              <w:t xml:space="preserve"> смысловое чтение</w:t>
            </w:r>
          </w:p>
        </w:tc>
        <w:tc>
          <w:tcPr>
            <w:tcW w:w="1217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418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392" w:type="dxa"/>
          </w:tcPr>
          <w:p w:rsidR="00F154FE" w:rsidRPr="00C30F92" w:rsidRDefault="00F154FE" w:rsidP="00842C48">
            <w:pPr>
              <w:pStyle w:val="Default"/>
            </w:pPr>
          </w:p>
        </w:tc>
      </w:tr>
      <w:tr w:rsidR="00F154FE" w:rsidRPr="00C30F92" w:rsidTr="008D4A17">
        <w:tc>
          <w:tcPr>
            <w:tcW w:w="10008" w:type="dxa"/>
          </w:tcPr>
          <w:p w:rsidR="00F154FE" w:rsidRPr="008D4A17" w:rsidRDefault="00F154FE" w:rsidP="008D4A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D4A17">
              <w:rPr>
                <w:rFonts w:ascii="Times New Roman" w:hAnsi="Times New Roman" w:cs="Times New Roman"/>
                <w:sz w:val="32"/>
                <w:szCs w:val="3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</w:t>
            </w:r>
          </w:p>
        </w:tc>
        <w:tc>
          <w:tcPr>
            <w:tcW w:w="1217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418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392" w:type="dxa"/>
          </w:tcPr>
          <w:p w:rsidR="00F154FE" w:rsidRPr="00C30F92" w:rsidRDefault="00F154FE" w:rsidP="00842C48">
            <w:pPr>
              <w:pStyle w:val="Default"/>
            </w:pPr>
          </w:p>
        </w:tc>
      </w:tr>
      <w:tr w:rsidR="00F154FE" w:rsidRPr="00C30F92" w:rsidTr="008D4A17">
        <w:tc>
          <w:tcPr>
            <w:tcW w:w="10008" w:type="dxa"/>
          </w:tcPr>
          <w:p w:rsidR="00F154FE" w:rsidRPr="008D4A17" w:rsidRDefault="00F154FE" w:rsidP="008D4A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D4A17">
              <w:rPr>
                <w:rFonts w:ascii="Times New Roman" w:hAnsi="Times New Roman" w:cs="Times New Roman"/>
                <w:sz w:val="32"/>
                <w:szCs w:val="32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</w:t>
            </w:r>
          </w:p>
        </w:tc>
        <w:tc>
          <w:tcPr>
            <w:tcW w:w="1217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418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392" w:type="dxa"/>
          </w:tcPr>
          <w:p w:rsidR="00F154FE" w:rsidRPr="00C30F92" w:rsidRDefault="00F154FE" w:rsidP="00842C48">
            <w:pPr>
              <w:pStyle w:val="Default"/>
            </w:pPr>
          </w:p>
        </w:tc>
      </w:tr>
      <w:tr w:rsidR="00F154FE" w:rsidRPr="00C30F92" w:rsidTr="008D4A17">
        <w:tc>
          <w:tcPr>
            <w:tcW w:w="10008" w:type="dxa"/>
          </w:tcPr>
          <w:p w:rsidR="00F154FE" w:rsidRPr="008D4A17" w:rsidRDefault="00F154FE" w:rsidP="008D4A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D4A17">
              <w:rPr>
                <w:rFonts w:ascii="Times New Roman" w:hAnsi="Times New Roman" w:cs="Times New Roman"/>
                <w:sz w:val="32"/>
                <w:szCs w:val="32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</w:tc>
        <w:tc>
          <w:tcPr>
            <w:tcW w:w="1217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418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392" w:type="dxa"/>
          </w:tcPr>
          <w:p w:rsidR="00F154FE" w:rsidRPr="00C30F92" w:rsidRDefault="00F154FE" w:rsidP="00842C48">
            <w:pPr>
              <w:pStyle w:val="Default"/>
            </w:pPr>
          </w:p>
        </w:tc>
      </w:tr>
      <w:tr w:rsidR="00F154FE" w:rsidRPr="00C30F92" w:rsidTr="008D4A17">
        <w:tc>
          <w:tcPr>
            <w:tcW w:w="10008" w:type="dxa"/>
          </w:tcPr>
          <w:p w:rsidR="00F154FE" w:rsidRPr="008D4A17" w:rsidRDefault="00F154FE" w:rsidP="008D4A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D4A17">
              <w:rPr>
                <w:rFonts w:ascii="Times New Roman" w:hAnsi="Times New Roman" w:cs="Times New Roman"/>
                <w:sz w:val="32"/>
                <w:szCs w:val="32"/>
              </w:rPr>
              <w:t xml:space="preserve">формирование и развитие экологического мышления, </w:t>
            </w:r>
          </w:p>
        </w:tc>
        <w:tc>
          <w:tcPr>
            <w:tcW w:w="1217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418" w:type="dxa"/>
          </w:tcPr>
          <w:p w:rsidR="00F154FE" w:rsidRPr="00C30F92" w:rsidRDefault="00F154FE" w:rsidP="00842C48">
            <w:pPr>
              <w:pStyle w:val="Default"/>
            </w:pPr>
          </w:p>
        </w:tc>
        <w:tc>
          <w:tcPr>
            <w:tcW w:w="2392" w:type="dxa"/>
          </w:tcPr>
          <w:p w:rsidR="00F154FE" w:rsidRPr="00C30F92" w:rsidRDefault="00F154FE" w:rsidP="00842C48">
            <w:pPr>
              <w:pStyle w:val="Default"/>
            </w:pPr>
          </w:p>
        </w:tc>
      </w:tr>
    </w:tbl>
    <w:p w:rsidR="00F154FE" w:rsidRPr="00C74ED5" w:rsidRDefault="00F154FE" w:rsidP="00842C48">
      <w:pPr>
        <w:rPr>
          <w:sz w:val="24"/>
          <w:szCs w:val="24"/>
        </w:rPr>
      </w:pPr>
    </w:p>
    <w:sectPr w:rsidR="00F154FE" w:rsidRPr="00C74ED5" w:rsidSect="008D4A17">
      <w:pgSz w:w="16838" w:h="11906" w:orient="landscape"/>
      <w:pgMar w:top="719" w:right="357" w:bottom="851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C48"/>
    <w:rsid w:val="001574E4"/>
    <w:rsid w:val="00306559"/>
    <w:rsid w:val="003C1C50"/>
    <w:rsid w:val="005A7F3D"/>
    <w:rsid w:val="0072291D"/>
    <w:rsid w:val="007A3424"/>
    <w:rsid w:val="00835DE2"/>
    <w:rsid w:val="00842C48"/>
    <w:rsid w:val="008D4A17"/>
    <w:rsid w:val="00A74A7B"/>
    <w:rsid w:val="00AF5206"/>
    <w:rsid w:val="00B52DC9"/>
    <w:rsid w:val="00B835F1"/>
    <w:rsid w:val="00C30F92"/>
    <w:rsid w:val="00C74ED5"/>
    <w:rsid w:val="00E01D0F"/>
    <w:rsid w:val="00E07010"/>
    <w:rsid w:val="00F154FE"/>
    <w:rsid w:val="00FF4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A7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842C4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842C48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2</Pages>
  <Words>221</Words>
  <Characters>1261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Жданова</cp:lastModifiedBy>
  <cp:revision>6</cp:revision>
  <cp:lastPrinted>2011-10-24T08:54:00Z</cp:lastPrinted>
  <dcterms:created xsi:type="dcterms:W3CDTF">2011-10-23T06:35:00Z</dcterms:created>
  <dcterms:modified xsi:type="dcterms:W3CDTF">2012-01-11T02:59:00Z</dcterms:modified>
</cp:coreProperties>
</file>